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719" w:rsidRPr="00D71B21" w:rsidRDefault="00BF6719">
      <w:pPr>
        <w:rPr>
          <w:b/>
          <w:sz w:val="24"/>
          <w:u w:val="single"/>
        </w:rPr>
      </w:pPr>
      <w:r w:rsidRPr="00D71B21">
        <w:rPr>
          <w:b/>
          <w:sz w:val="24"/>
          <w:u w:val="single"/>
        </w:rPr>
        <w:t>Horoscopes</w:t>
      </w:r>
    </w:p>
    <w:p w:rsidR="00BF6719" w:rsidRDefault="00BF6719">
      <w:r w:rsidRPr="00D71B21">
        <w:rPr>
          <w:b/>
        </w:rPr>
        <w:t>Capricorn</w:t>
      </w:r>
      <w:r>
        <w:t>: Help get your friend</w:t>
      </w:r>
      <w:bookmarkStart w:id="0" w:name="_GoBack"/>
      <w:bookmarkEnd w:id="0"/>
      <w:r>
        <w:t xml:space="preserve">s and family on the right track – your organizational talent </w:t>
      </w:r>
      <w:r w:rsidRPr="003F27E5">
        <w:rPr>
          <w:highlight w:val="red"/>
        </w:rPr>
        <w:t>is</w:t>
      </w:r>
      <w:r>
        <w:t xml:space="preserve"> can make a big difference. You may want to get your colleagues to help you, but don’t let them </w:t>
      </w:r>
      <w:r w:rsidRPr="003F27E5">
        <w:rPr>
          <w:highlight w:val="red"/>
        </w:rPr>
        <w:t>take over your authority</w:t>
      </w:r>
      <w:r>
        <w:t xml:space="preserve"> (&gt;&gt;&gt;????). </w:t>
      </w:r>
    </w:p>
    <w:p w:rsidR="00BF6719" w:rsidRDefault="00BF6719">
      <w:r w:rsidRPr="00D71B21">
        <w:rPr>
          <w:b/>
        </w:rPr>
        <w:t>Aquarius</w:t>
      </w:r>
      <w:r>
        <w:t>: You will almost certainly run into someone who is rude, or is a hater- but you should do what you can to cool down the situation, rather than heating it up. Physical wounds heal quickly, but relationships sometimes don’t.</w:t>
      </w:r>
    </w:p>
    <w:p w:rsidR="00BF6719" w:rsidRDefault="00BF6719">
      <w:r w:rsidRPr="00D71B21">
        <w:rPr>
          <w:b/>
        </w:rPr>
        <w:t>Pisces</w:t>
      </w:r>
      <w:r>
        <w:t xml:space="preserve">: You need to reach an agreement and be straight and true about it. Anything you encounter today should go well for you in the long run,(since you use even, you’d think that it would be opposite??) </w:t>
      </w:r>
      <w:r w:rsidRPr="003F27E5">
        <w:rPr>
          <w:highlight w:val="yellow"/>
        </w:rPr>
        <w:t>even if it may look like it in the short one</w:t>
      </w:r>
      <w:r>
        <w:t>.</w:t>
      </w:r>
    </w:p>
    <w:p w:rsidR="00BF6719" w:rsidRDefault="00BF6719">
      <w:r w:rsidRPr="00D71B21">
        <w:rPr>
          <w:b/>
        </w:rPr>
        <w:t>Aries</w:t>
      </w:r>
      <w:r>
        <w:t>: Little problems from before are adding up – and today they might just build up to a huge collapse. You should be able to get past this, but expect to use time and effort on this project.</w:t>
      </w:r>
    </w:p>
    <w:p w:rsidR="00BF6719" w:rsidRDefault="00BF6719">
      <w:r w:rsidRPr="00D71B21">
        <w:rPr>
          <w:b/>
        </w:rPr>
        <w:t>Taurus</w:t>
      </w:r>
      <w:r>
        <w:t xml:space="preserve">: You need to take something public – an old secret, a new project, or something you’ve never told anyone about, but you have </w:t>
      </w:r>
      <w:r w:rsidRPr="003F27E5">
        <w:rPr>
          <w:color w:val="FF0000"/>
        </w:rPr>
        <w:t>just</w:t>
      </w:r>
      <w:r>
        <w:t xml:space="preserve"> </w:t>
      </w:r>
      <w:r w:rsidRPr="003F27E5">
        <w:rPr>
          <w:highlight w:val="yellow"/>
        </w:rPr>
        <w:t>to</w:t>
      </w:r>
      <w:r>
        <w:t xml:space="preserve"> decide</w:t>
      </w:r>
      <w:r>
        <w:rPr>
          <w:color w:val="FF0000"/>
        </w:rPr>
        <w:t>d</w:t>
      </w:r>
      <w:r>
        <w:t xml:space="preserve"> to express yourself. You’ve got the right kind of energy to show everyone around you what is right, and what’s really going on.</w:t>
      </w:r>
    </w:p>
    <w:p w:rsidR="00BF6719" w:rsidRDefault="00BF6719">
      <w:r w:rsidRPr="00D71B21">
        <w:rPr>
          <w:b/>
        </w:rPr>
        <w:t>Gemini</w:t>
      </w:r>
      <w:r>
        <w:t>: You are finding it much easier to get to the bottom of your problems today – You can see past all the distractions with ease. Just make sure that you’re not just seeing what you want to see, though. Keep an open mind to other’s opinions.</w:t>
      </w:r>
    </w:p>
    <w:p w:rsidR="00BF6719" w:rsidRDefault="00BF6719">
      <w:r w:rsidRPr="00D71B21">
        <w:rPr>
          <w:b/>
        </w:rPr>
        <w:t>Cancer</w:t>
      </w:r>
      <w:r>
        <w:t>: Today, you may need the kind of clarity that is hard to come by – and you need to wait it out if it is not showing up that quickly. This could mean that someone may get impatient and fed up with you, but that is just the way it is.</w:t>
      </w:r>
    </w:p>
    <w:p w:rsidR="00BF6719" w:rsidRDefault="00BF6719">
      <w:r w:rsidRPr="00D71B21">
        <w:rPr>
          <w:b/>
        </w:rPr>
        <w:t>Leo</w:t>
      </w:r>
      <w:r>
        <w:t>: Your self-esteem could be taking little hits today, but there is not much you can do about it. Try to relax and remember that everything comes in little cycles. If you’re down now, you are bound to be back on top in no time.</w:t>
      </w:r>
    </w:p>
    <w:p w:rsidR="00BF6719" w:rsidRDefault="00BF6719">
      <w:r w:rsidRPr="00D71B21">
        <w:rPr>
          <w:b/>
        </w:rPr>
        <w:t>Virgo</w:t>
      </w:r>
      <w:r>
        <w:t>: Your emotional side is driving you to take on something new or make a change you’ve never done before. It should be positive, so embrace it and see what happens next.</w:t>
      </w:r>
    </w:p>
    <w:p w:rsidR="00BF6719" w:rsidRDefault="00BF6719">
      <w:r w:rsidRPr="00D71B21">
        <w:rPr>
          <w:b/>
        </w:rPr>
        <w:t>Libra</w:t>
      </w:r>
      <w:r>
        <w:t>: Your innate generosity might run into a brick wall of reality today, so make sure that you remember how to say no. It may take some effort to turn someone down, but it will keep you from being a pushover, and it will be worth it.</w:t>
      </w:r>
    </w:p>
    <w:p w:rsidR="00BF6719" w:rsidRDefault="00BF6719">
      <w:r w:rsidRPr="00D71B21">
        <w:rPr>
          <w:b/>
        </w:rPr>
        <w:t>Scorpio</w:t>
      </w:r>
      <w:r>
        <w:t>: Your ability to wriggle out of tight spots or bad situations and reinvent yourself in the process is a life-saver, and today you will find yourself breaking out of yet another cocoon. Embrace what life throws at you, and remember to make lemonade if lemons come your way.</w:t>
      </w:r>
    </w:p>
    <w:p w:rsidR="00BF6719" w:rsidRDefault="00BF6719">
      <w:r w:rsidRPr="00D71B21">
        <w:rPr>
          <w:b/>
        </w:rPr>
        <w:t>Sagittarius</w:t>
      </w:r>
      <w:r>
        <w:t>: You may feel the need to spend more time by yourself, as least for now. If it is what you desire, go for it – a little time alone for meditation or daydreaming is never a bad thing, especially with the energy you have.</w:t>
      </w:r>
    </w:p>
    <w:sectPr w:rsidR="00BF6719" w:rsidSect="00E81B65">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4707"/>
    <w:rsid w:val="001D6A91"/>
    <w:rsid w:val="003F27E5"/>
    <w:rsid w:val="008D275D"/>
    <w:rsid w:val="00B571DB"/>
    <w:rsid w:val="00BD0CA9"/>
    <w:rsid w:val="00BF6719"/>
    <w:rsid w:val="00C34707"/>
    <w:rsid w:val="00D178C0"/>
    <w:rsid w:val="00D71B21"/>
    <w:rsid w:val="00E3106A"/>
    <w:rsid w:val="00E81B6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B65"/>
    <w:pPr>
      <w:spacing w:after="200" w:line="276" w:lineRule="auto"/>
    </w:pPr>
    <w:rPr>
      <w:lang w:val="en-CA"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422</Words>
  <Characters>2408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Horoscopes</dc:title>
  <dc:subject/>
  <dc:creator>Kevin Leo</dc:creator>
  <cp:keywords/>
  <dc:description/>
  <cp:lastModifiedBy>User</cp:lastModifiedBy>
  <cp:revision>2</cp:revision>
  <dcterms:created xsi:type="dcterms:W3CDTF">2011-03-22T18:16:00Z</dcterms:created>
  <dcterms:modified xsi:type="dcterms:W3CDTF">2011-03-22T18:16:00Z</dcterms:modified>
</cp:coreProperties>
</file>